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9A" w:rsidRPr="00C2181C" w:rsidRDefault="005E0C9A" w:rsidP="009101AC"/>
    <w:p w:rsidR="005E0C9A" w:rsidRPr="00C2181C" w:rsidRDefault="005E0C9A" w:rsidP="00A23836">
      <w:pPr>
        <w:rPr>
          <w:rFonts w:ascii="Arial" w:hAnsi="Arial" w:cs="Arial"/>
          <w:i/>
          <w:iCs/>
          <w:lang w:val="pl-PL"/>
        </w:rPr>
      </w:pPr>
      <w:r w:rsidRPr="00C2181C">
        <w:rPr>
          <w:rFonts w:ascii="Arial" w:hAnsi="Arial" w:cs="Arial"/>
          <w:i/>
          <w:iCs/>
          <w:lang w:val="pl-PL"/>
        </w:rPr>
        <w:t>Załącznik nr 5 – Zakres danych osobowych do sytemu SL 2014</w:t>
      </w:r>
    </w:p>
    <w:p w:rsidR="005E0C9A" w:rsidRPr="00A23836" w:rsidRDefault="005E0C9A" w:rsidP="00A23836">
      <w:pPr>
        <w:rPr>
          <w:rFonts w:ascii="Arial" w:hAnsi="Arial" w:cs="Arial"/>
          <w:i/>
          <w:iCs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  <w:r w:rsidRPr="00A23836">
        <w:rPr>
          <w:rFonts w:ascii="Arial" w:hAnsi="Arial" w:cs="Arial"/>
          <w:b/>
          <w:bCs/>
          <w:u w:val="single"/>
          <w:lang w:val="pl-PL"/>
        </w:rPr>
        <w:t>Poniższy formularz należy wypełnić drukowanymi literami</w:t>
      </w: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5E0C9A" w:rsidRPr="00A23836" w:rsidRDefault="005E0C9A" w:rsidP="00A23836">
      <w:pPr>
        <w:ind w:left="720"/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23836">
        <w:rPr>
          <w:rFonts w:ascii="Arial" w:hAnsi="Arial" w:cs="Arial"/>
          <w:b/>
          <w:bCs/>
          <w:sz w:val="22"/>
          <w:szCs w:val="22"/>
          <w:lang w:val="pl-PL"/>
        </w:rPr>
        <w:t xml:space="preserve">Dane uczestnika </w:t>
      </w:r>
    </w:p>
    <w:p w:rsidR="005E0C9A" w:rsidRPr="00A23836" w:rsidRDefault="005E0C9A" w:rsidP="00A23836">
      <w:pPr>
        <w:ind w:left="720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5E0C9A" w:rsidRPr="00A23836" w:rsidRDefault="005E0C9A" w:rsidP="00A23836">
      <w:pPr>
        <w:ind w:left="349"/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23836">
        <w:rPr>
          <w:rFonts w:ascii="Arial" w:hAnsi="Arial" w:cs="Arial"/>
          <w:b/>
          <w:bCs/>
          <w:sz w:val="22"/>
          <w:szCs w:val="22"/>
          <w:lang w:val="pl-PL" w:eastAsia="pl-PL"/>
        </w:rPr>
        <w:t>Zakres danych osobowych do Centralnego Systemu Teleinformatycznego:</w:t>
      </w:r>
    </w:p>
    <w:p w:rsidR="005E0C9A" w:rsidRPr="00A23836" w:rsidRDefault="005E0C9A" w:rsidP="00A23836">
      <w:pPr>
        <w:ind w:left="349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86"/>
      </w:tblGrid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A23836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Dane uczestnika: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 Szkoła, do której uczęszcza uczeń</w:t>
            </w:r>
          </w:p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2 Imię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3 Nazwisko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4 PESEL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A23836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Dane kontaktowe: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5 Województwo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6 Powiat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7 Gmina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8 Miejscowość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9 Ulica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10 Nr budynku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11 Nr lokalu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12 Kod pocztowy</w:t>
            </w:r>
          </w:p>
        </w:tc>
      </w:tr>
      <w:tr w:rsidR="005E0C9A" w:rsidRPr="00C2181C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13 Telefon kontaktowy i/lub adres e-mail</w:t>
            </w:r>
          </w:p>
        </w:tc>
      </w:tr>
      <w:tr w:rsidR="005E0C9A" w:rsidRPr="00C2181C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A23836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Status uczestnika projektu w chwili przystąpienia do projektu:</w:t>
            </w:r>
          </w:p>
        </w:tc>
      </w:tr>
      <w:tr w:rsidR="005E0C9A" w:rsidRPr="00C2181C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14 Osoba należąca do mniejszości narodowej lub etnicznej, migrant, osoba obcego pochodzenia*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odmowa podania informacji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15 Osoba bezdomna lub dotknięta wykluczeniem z dostępu do mieszkań*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</w:t>
            </w:r>
          </w:p>
        </w:tc>
      </w:tr>
      <w:tr w:rsidR="005E0C9A" w:rsidRPr="00C2181C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16 Osoba z niepełnosprawnościami*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17 Osoba przebywająca w gospodarstwie domowym bez osób pracujących*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</w:t>
            </w:r>
          </w:p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W tym: w gospodarstwie domowym z dziećmi pozostającymi na utrzymaniu*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</w:t>
            </w:r>
          </w:p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ind w:left="720"/>
              <w:rPr>
                <w:rFonts w:ascii="Arial" w:hAnsi="Arial" w:cs="Arial"/>
                <w:lang w:val="pl-PL" w:eastAsia="pl-PL"/>
              </w:rPr>
            </w:pPr>
          </w:p>
        </w:tc>
      </w:tr>
      <w:tr w:rsidR="005E0C9A" w:rsidRPr="00A23836">
        <w:tc>
          <w:tcPr>
            <w:tcW w:w="0" w:type="auto"/>
          </w:tcPr>
          <w:p w:rsidR="005E0C9A" w:rsidRPr="00A23836" w:rsidRDefault="005E0C9A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18 Osoba żyjąca w gospodarstwie składającym się z jednej osoby dorosłej i dzieci pozostających na utrzymaniu*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</w:t>
            </w:r>
          </w:p>
        </w:tc>
      </w:tr>
      <w:tr w:rsidR="005E0C9A" w:rsidRPr="00C2181C">
        <w:tc>
          <w:tcPr>
            <w:tcW w:w="0" w:type="auto"/>
          </w:tcPr>
          <w:p w:rsidR="005E0C9A" w:rsidRPr="00A23836" w:rsidRDefault="005E0C9A" w:rsidP="00A23836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19 Osoba w innej niekorzystnej sytuacji społecznej (innej niż wymienione powyżej)*</w:t>
            </w:r>
          </w:p>
          <w:p w:rsidR="005E0C9A" w:rsidRPr="00A23836" w:rsidRDefault="005E0C9A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A23836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</w:tbl>
    <w:p w:rsidR="005E0C9A" w:rsidRPr="00A23836" w:rsidRDefault="005E0C9A" w:rsidP="00A23836">
      <w:pPr>
        <w:tabs>
          <w:tab w:val="left" w:pos="1423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A23836">
        <w:rPr>
          <w:rFonts w:ascii="Arial" w:hAnsi="Arial" w:cs="Arial"/>
          <w:sz w:val="22"/>
          <w:szCs w:val="22"/>
          <w:lang w:val="pl-PL"/>
        </w:rPr>
        <w:t xml:space="preserve">    * Proszę zaznaczyć wybraną odpowiedź</w:t>
      </w:r>
    </w:p>
    <w:p w:rsidR="005E0C9A" w:rsidRPr="00A23836" w:rsidRDefault="005E0C9A" w:rsidP="00A23836">
      <w:pPr>
        <w:tabs>
          <w:tab w:val="left" w:pos="2648"/>
        </w:tabs>
        <w:ind w:left="349"/>
        <w:jc w:val="both"/>
        <w:rPr>
          <w:rFonts w:ascii="Arial" w:hAnsi="Arial" w:cs="Arial"/>
          <w:lang w:val="pl-PL"/>
        </w:rPr>
      </w:pPr>
      <w:r w:rsidRPr="00A23836">
        <w:rPr>
          <w:rFonts w:ascii="Arial" w:hAnsi="Arial" w:cs="Arial"/>
          <w:lang w:val="pl-PL"/>
        </w:rPr>
        <w:tab/>
      </w:r>
    </w:p>
    <w:p w:rsidR="005E0C9A" w:rsidRPr="00A23836" w:rsidRDefault="005E0C9A" w:rsidP="00A23836">
      <w:pPr>
        <w:ind w:left="349"/>
        <w:jc w:val="both"/>
        <w:rPr>
          <w:rFonts w:ascii="Arial" w:hAnsi="Arial" w:cs="Arial"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5E0C9A" w:rsidRPr="00A23836" w:rsidRDefault="005E0C9A" w:rsidP="00A23836">
      <w:pPr>
        <w:jc w:val="center"/>
        <w:rPr>
          <w:rFonts w:ascii="Arial" w:hAnsi="Arial" w:cs="Arial"/>
          <w:b/>
          <w:bCs/>
          <w:u w:val="single"/>
          <w:lang w:val="pl-PL"/>
        </w:rPr>
      </w:pPr>
    </w:p>
    <w:p w:rsidR="005E0C9A" w:rsidRPr="00A23836" w:rsidRDefault="005E0C9A" w:rsidP="00A23836">
      <w:pPr>
        <w:rPr>
          <w:rFonts w:ascii="Arial" w:hAnsi="Arial" w:cs="Arial"/>
          <w:lang w:val="pl-PL"/>
        </w:rPr>
      </w:pPr>
      <w:r w:rsidRPr="00A23836">
        <w:rPr>
          <w:rFonts w:ascii="Arial" w:hAnsi="Arial" w:cs="Arial"/>
          <w:lang w:val="pl-PL"/>
        </w:rPr>
        <w:t>…………………………</w:t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  <w:t>………..…………………...</w:t>
      </w:r>
    </w:p>
    <w:p w:rsidR="005E0C9A" w:rsidRPr="00A23836" w:rsidRDefault="005E0C9A" w:rsidP="00A23836">
      <w:pPr>
        <w:rPr>
          <w:rFonts w:ascii="Arial" w:hAnsi="Arial" w:cs="Arial"/>
          <w:sz w:val="20"/>
          <w:szCs w:val="20"/>
          <w:lang w:val="pl-PL"/>
        </w:rPr>
      </w:pPr>
      <w:r w:rsidRPr="00A23836">
        <w:rPr>
          <w:rFonts w:ascii="Arial" w:hAnsi="Arial" w:cs="Arial"/>
          <w:sz w:val="20"/>
          <w:szCs w:val="20"/>
          <w:lang w:val="pl-PL"/>
        </w:rPr>
        <w:t xml:space="preserve">      (miejscowość, data)</w:t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lang w:val="pl-PL"/>
        </w:rPr>
        <w:tab/>
      </w:r>
      <w:r w:rsidRPr="00A23836">
        <w:rPr>
          <w:rFonts w:ascii="Arial" w:hAnsi="Arial" w:cs="Arial"/>
          <w:sz w:val="20"/>
          <w:szCs w:val="20"/>
          <w:lang w:val="pl-PL"/>
        </w:rPr>
        <w:t>(podpis uczestnika)</w:t>
      </w:r>
    </w:p>
    <w:p w:rsidR="005E0C9A" w:rsidRPr="00A23836" w:rsidRDefault="005E0C9A" w:rsidP="00A23836">
      <w:pPr>
        <w:rPr>
          <w:rFonts w:ascii="Arial" w:hAnsi="Arial" w:cs="Arial"/>
          <w:sz w:val="20"/>
          <w:szCs w:val="20"/>
          <w:lang w:val="pl-PL"/>
        </w:rPr>
      </w:pPr>
    </w:p>
    <w:p w:rsidR="005E0C9A" w:rsidRPr="00A23836" w:rsidRDefault="005E0C9A" w:rsidP="00A23836">
      <w:pPr>
        <w:jc w:val="right"/>
        <w:rPr>
          <w:rFonts w:ascii="Arial" w:hAnsi="Arial" w:cs="Arial"/>
          <w:sz w:val="22"/>
          <w:szCs w:val="22"/>
          <w:lang w:val="pl-PL"/>
        </w:rPr>
      </w:pPr>
    </w:p>
    <w:p w:rsidR="005E0C9A" w:rsidRPr="00A23836" w:rsidRDefault="005E0C9A" w:rsidP="00A23836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A23836">
        <w:rPr>
          <w:rFonts w:ascii="Arial" w:hAnsi="Arial" w:cs="Arial"/>
          <w:sz w:val="22"/>
          <w:szCs w:val="22"/>
          <w:lang w:val="pl-PL"/>
        </w:rPr>
        <w:t>…………………………………………………</w:t>
      </w:r>
    </w:p>
    <w:p w:rsidR="005E0C9A" w:rsidRPr="00A23836" w:rsidRDefault="005E0C9A" w:rsidP="00A23836">
      <w:pPr>
        <w:jc w:val="right"/>
        <w:rPr>
          <w:rFonts w:ascii="Arial" w:hAnsi="Arial" w:cs="Arial"/>
          <w:i/>
          <w:iCs/>
          <w:sz w:val="22"/>
          <w:szCs w:val="22"/>
          <w:lang w:val="pl-PL"/>
        </w:rPr>
      </w:pP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sz w:val="22"/>
          <w:szCs w:val="22"/>
          <w:lang w:val="pl-PL"/>
        </w:rPr>
        <w:tab/>
      </w:r>
      <w:r w:rsidRPr="00A23836">
        <w:rPr>
          <w:rFonts w:ascii="Arial" w:hAnsi="Arial" w:cs="Arial"/>
          <w:i/>
          <w:iCs/>
          <w:sz w:val="22"/>
          <w:szCs w:val="22"/>
          <w:lang w:val="pl-PL"/>
        </w:rPr>
        <w:t>(Czytelny podpis rodzica lub opiekuna prawnego**)</w:t>
      </w:r>
    </w:p>
    <w:p w:rsidR="005E0C9A" w:rsidRPr="00A23836" w:rsidRDefault="005E0C9A" w:rsidP="00A23836">
      <w:pPr>
        <w:rPr>
          <w:rFonts w:ascii="Arial" w:hAnsi="Arial" w:cs="Arial"/>
          <w:lang w:val="pl-PL"/>
        </w:rPr>
      </w:pPr>
    </w:p>
    <w:p w:rsidR="005E0C9A" w:rsidRPr="00C2181C" w:rsidRDefault="005E0C9A" w:rsidP="009101AC">
      <w:pPr>
        <w:rPr>
          <w:lang w:val="pl-PL"/>
        </w:rPr>
      </w:pPr>
      <w:bookmarkStart w:id="0" w:name="_GoBack"/>
      <w:bookmarkEnd w:id="0"/>
    </w:p>
    <w:p w:rsidR="005E0C9A" w:rsidRPr="00C2181C" w:rsidRDefault="005E0C9A" w:rsidP="009101AC">
      <w:pPr>
        <w:rPr>
          <w:lang w:val="pl-PL"/>
        </w:rPr>
      </w:pPr>
    </w:p>
    <w:sectPr w:rsidR="005E0C9A" w:rsidRPr="00C2181C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C9A" w:rsidRDefault="005E0C9A" w:rsidP="00C77112">
      <w:r>
        <w:separator/>
      </w:r>
    </w:p>
  </w:endnote>
  <w:endnote w:type="continuationSeparator" w:id="1">
    <w:p w:rsidR="005E0C9A" w:rsidRDefault="005E0C9A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C9A" w:rsidRPr="00E54D66" w:rsidRDefault="005E0C9A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5E0C9A" w:rsidRPr="00563AB0" w:rsidRDefault="005E0C9A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C9A" w:rsidRDefault="005E0C9A" w:rsidP="00C77112">
      <w:r>
        <w:separator/>
      </w:r>
    </w:p>
  </w:footnote>
  <w:footnote w:type="continuationSeparator" w:id="1">
    <w:p w:rsidR="005E0C9A" w:rsidRDefault="005E0C9A" w:rsidP="00C7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C9A" w:rsidRPr="00E7584B" w:rsidRDefault="005E0C9A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5E0C9A" w:rsidRDefault="005E0C9A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BDB0AEE"/>
    <w:multiLevelType w:val="hybridMultilevel"/>
    <w:tmpl w:val="183AF088"/>
    <w:lvl w:ilvl="0" w:tplc="3C8E99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9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1"/>
  </w:num>
  <w:num w:numId="3">
    <w:abstractNumId w:val="44"/>
  </w:num>
  <w:num w:numId="4">
    <w:abstractNumId w:val="15"/>
  </w:num>
  <w:num w:numId="5">
    <w:abstractNumId w:val="16"/>
  </w:num>
  <w:num w:numId="6">
    <w:abstractNumId w:val="19"/>
  </w:num>
  <w:num w:numId="7">
    <w:abstractNumId w:val="27"/>
  </w:num>
  <w:num w:numId="8">
    <w:abstractNumId w:val="25"/>
  </w:num>
  <w:num w:numId="9">
    <w:abstractNumId w:val="17"/>
  </w:num>
  <w:num w:numId="10">
    <w:abstractNumId w:val="18"/>
  </w:num>
  <w:num w:numId="11">
    <w:abstractNumId w:val="30"/>
  </w:num>
  <w:num w:numId="12">
    <w:abstractNumId w:val="41"/>
  </w:num>
  <w:num w:numId="13">
    <w:abstractNumId w:val="7"/>
  </w:num>
  <w:num w:numId="14">
    <w:abstractNumId w:val="39"/>
  </w:num>
  <w:num w:numId="15">
    <w:abstractNumId w:val="14"/>
  </w:num>
  <w:num w:numId="16">
    <w:abstractNumId w:val="8"/>
  </w:num>
  <w:num w:numId="17">
    <w:abstractNumId w:val="37"/>
  </w:num>
  <w:num w:numId="18">
    <w:abstractNumId w:val="21"/>
  </w:num>
  <w:num w:numId="19">
    <w:abstractNumId w:val="12"/>
  </w:num>
  <w:num w:numId="20">
    <w:abstractNumId w:val="46"/>
  </w:num>
  <w:num w:numId="21">
    <w:abstractNumId w:val="22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3"/>
  </w:num>
  <w:num w:numId="27">
    <w:abstractNumId w:val="47"/>
  </w:num>
  <w:num w:numId="28">
    <w:abstractNumId w:val="31"/>
  </w:num>
  <w:num w:numId="29">
    <w:abstractNumId w:val="49"/>
  </w:num>
  <w:num w:numId="30">
    <w:abstractNumId w:val="26"/>
  </w:num>
  <w:num w:numId="31">
    <w:abstractNumId w:val="42"/>
  </w:num>
  <w:num w:numId="32">
    <w:abstractNumId w:val="10"/>
  </w:num>
  <w:num w:numId="33">
    <w:abstractNumId w:val="40"/>
  </w:num>
  <w:num w:numId="34">
    <w:abstractNumId w:val="34"/>
  </w:num>
  <w:num w:numId="35">
    <w:abstractNumId w:val="29"/>
  </w:num>
  <w:num w:numId="36">
    <w:abstractNumId w:val="33"/>
  </w:num>
  <w:num w:numId="37">
    <w:abstractNumId w:val="38"/>
  </w:num>
  <w:num w:numId="38">
    <w:abstractNumId w:val="36"/>
  </w:num>
  <w:num w:numId="39">
    <w:abstractNumId w:val="0"/>
  </w:num>
  <w:num w:numId="40">
    <w:abstractNumId w:val="28"/>
  </w:num>
  <w:num w:numId="41">
    <w:abstractNumId w:val="23"/>
  </w:num>
  <w:num w:numId="42">
    <w:abstractNumId w:val="35"/>
  </w:num>
  <w:num w:numId="43">
    <w:abstractNumId w:val="20"/>
  </w:num>
  <w:num w:numId="44">
    <w:abstractNumId w:val="24"/>
  </w:num>
  <w:num w:numId="45">
    <w:abstractNumId w:val="48"/>
  </w:num>
  <w:num w:numId="46">
    <w:abstractNumId w:val="3"/>
  </w:num>
  <w:num w:numId="47">
    <w:abstractNumId w:val="9"/>
  </w:num>
  <w:num w:numId="48">
    <w:abstractNumId w:val="32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9698F"/>
    <w:rsid w:val="000A560A"/>
    <w:rsid w:val="000E1FB6"/>
    <w:rsid w:val="000F2DCD"/>
    <w:rsid w:val="000F50CC"/>
    <w:rsid w:val="00110B6C"/>
    <w:rsid w:val="00113768"/>
    <w:rsid w:val="00113EB0"/>
    <w:rsid w:val="001158C3"/>
    <w:rsid w:val="00122CDA"/>
    <w:rsid w:val="00137183"/>
    <w:rsid w:val="00171002"/>
    <w:rsid w:val="0017487F"/>
    <w:rsid w:val="00175241"/>
    <w:rsid w:val="001930F3"/>
    <w:rsid w:val="0019624D"/>
    <w:rsid w:val="001A4C36"/>
    <w:rsid w:val="001A70C2"/>
    <w:rsid w:val="001B1F24"/>
    <w:rsid w:val="001D204B"/>
    <w:rsid w:val="001D63B0"/>
    <w:rsid w:val="001D6A44"/>
    <w:rsid w:val="001E6B8D"/>
    <w:rsid w:val="00220707"/>
    <w:rsid w:val="002467A4"/>
    <w:rsid w:val="00253529"/>
    <w:rsid w:val="002645E3"/>
    <w:rsid w:val="002C38F8"/>
    <w:rsid w:val="002D3654"/>
    <w:rsid w:val="002D3668"/>
    <w:rsid w:val="002E48EF"/>
    <w:rsid w:val="003055B0"/>
    <w:rsid w:val="003135EA"/>
    <w:rsid w:val="00313B6E"/>
    <w:rsid w:val="00322413"/>
    <w:rsid w:val="0033484C"/>
    <w:rsid w:val="00342AC9"/>
    <w:rsid w:val="00362EA3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50804"/>
    <w:rsid w:val="004508D5"/>
    <w:rsid w:val="00464DA0"/>
    <w:rsid w:val="00481954"/>
    <w:rsid w:val="004D7A9A"/>
    <w:rsid w:val="004F6A34"/>
    <w:rsid w:val="00505FA8"/>
    <w:rsid w:val="005439EB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E0C9A"/>
    <w:rsid w:val="005F3D66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F74C9"/>
    <w:rsid w:val="00702F80"/>
    <w:rsid w:val="007231E4"/>
    <w:rsid w:val="00726D28"/>
    <w:rsid w:val="00741108"/>
    <w:rsid w:val="00752065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43A95"/>
    <w:rsid w:val="009670A1"/>
    <w:rsid w:val="00975406"/>
    <w:rsid w:val="00983BFA"/>
    <w:rsid w:val="00997718"/>
    <w:rsid w:val="009B159D"/>
    <w:rsid w:val="009C182A"/>
    <w:rsid w:val="009C6F5E"/>
    <w:rsid w:val="009E61C2"/>
    <w:rsid w:val="009F199E"/>
    <w:rsid w:val="00A06247"/>
    <w:rsid w:val="00A208C7"/>
    <w:rsid w:val="00A234AA"/>
    <w:rsid w:val="00A23836"/>
    <w:rsid w:val="00A2574D"/>
    <w:rsid w:val="00A443C0"/>
    <w:rsid w:val="00A51D57"/>
    <w:rsid w:val="00A62711"/>
    <w:rsid w:val="00A66CDC"/>
    <w:rsid w:val="00A8051C"/>
    <w:rsid w:val="00A9670A"/>
    <w:rsid w:val="00AD68C6"/>
    <w:rsid w:val="00AE70CC"/>
    <w:rsid w:val="00B077D2"/>
    <w:rsid w:val="00B26219"/>
    <w:rsid w:val="00B504C7"/>
    <w:rsid w:val="00B569E0"/>
    <w:rsid w:val="00B61431"/>
    <w:rsid w:val="00BA18A8"/>
    <w:rsid w:val="00BA35CA"/>
    <w:rsid w:val="00BC0178"/>
    <w:rsid w:val="00BE6F8B"/>
    <w:rsid w:val="00C2181C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D225D3"/>
    <w:rsid w:val="00D25FD5"/>
    <w:rsid w:val="00D80C26"/>
    <w:rsid w:val="00D93ED2"/>
    <w:rsid w:val="00DA4744"/>
    <w:rsid w:val="00DA692E"/>
    <w:rsid w:val="00DB3319"/>
    <w:rsid w:val="00E04DA5"/>
    <w:rsid w:val="00E26FFF"/>
    <w:rsid w:val="00E36140"/>
    <w:rsid w:val="00E52467"/>
    <w:rsid w:val="00E54D66"/>
    <w:rsid w:val="00E74524"/>
    <w:rsid w:val="00E7584B"/>
    <w:rsid w:val="00E92138"/>
    <w:rsid w:val="00EB1BC6"/>
    <w:rsid w:val="00EC715A"/>
    <w:rsid w:val="00ED1589"/>
    <w:rsid w:val="00EF4ADA"/>
    <w:rsid w:val="00F22FDC"/>
    <w:rsid w:val="00F316DC"/>
    <w:rsid w:val="00F34B74"/>
    <w:rsid w:val="00F649DE"/>
    <w:rsid w:val="00F767C7"/>
    <w:rsid w:val="00F76897"/>
    <w:rsid w:val="00F77FEB"/>
    <w:rsid w:val="00F80383"/>
    <w:rsid w:val="00FC4BAF"/>
    <w:rsid w:val="00FE5665"/>
    <w:rsid w:val="00FF075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"/>
    <w:basedOn w:val="Normal"/>
    <w:link w:val="Foot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6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247</Words>
  <Characters>1483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3</cp:revision>
  <cp:lastPrinted>2017-07-25T11:44:00Z</cp:lastPrinted>
  <dcterms:created xsi:type="dcterms:W3CDTF">2017-07-25T09:42:00Z</dcterms:created>
  <dcterms:modified xsi:type="dcterms:W3CDTF">2017-07-25T11:44:00Z</dcterms:modified>
</cp:coreProperties>
</file>